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9E9A44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3F522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3F5222">
        <w:rPr>
          <w:rStyle w:val="Zvraznn"/>
        </w:rPr>
        <w:t>11</w:t>
      </w:r>
      <w:r w:rsidR="00A8346D" w:rsidRPr="003F5222">
        <w:rPr>
          <w:rStyle w:val="Zvraznn"/>
        </w:rPr>
        <w:t xml:space="preserve">.2. a </w:t>
      </w:r>
      <w:r w:rsidR="00A9214E" w:rsidRPr="003F5222">
        <w:rPr>
          <w:rStyle w:val="Zvraznn"/>
        </w:rPr>
        <w:t>11</w:t>
      </w:r>
      <w:r w:rsidRPr="003F5222">
        <w:rPr>
          <w:rStyle w:val="Zvraznn"/>
        </w:rPr>
        <w:t>.</w:t>
      </w:r>
      <w:r w:rsidR="00F758C6">
        <w:rPr>
          <w:rStyle w:val="Zvraznn"/>
        </w:rPr>
        <w:t>3</w:t>
      </w:r>
      <w:r w:rsidRPr="003F5222">
        <w:rPr>
          <w:rStyle w:val="Zvraznn"/>
        </w:rPr>
        <w:t xml:space="preserve">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B04699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F5222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F5222" w:rsidRPr="003F5222">
        <w:rPr>
          <w:rStyle w:val="Siln"/>
        </w:rPr>
        <w:t>Třívrstvý zásahový oděv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32970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73B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7CF0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2A65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C45E9"/>
    <w:rsid w:val="00207DF5"/>
    <w:rsid w:val="00216A87"/>
    <w:rsid w:val="002276CD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5222"/>
    <w:rsid w:val="0043340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5A2"/>
    <w:rsid w:val="006B3D79"/>
    <w:rsid w:val="006B467E"/>
    <w:rsid w:val="006D55CA"/>
    <w:rsid w:val="006D7AFE"/>
    <w:rsid w:val="006E0578"/>
    <w:rsid w:val="006E314D"/>
    <w:rsid w:val="00704727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0E1D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2BB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5F93"/>
    <w:rsid w:val="00C171F1"/>
    <w:rsid w:val="00C17A08"/>
    <w:rsid w:val="00C44F6A"/>
    <w:rsid w:val="00C47AE3"/>
    <w:rsid w:val="00C503B3"/>
    <w:rsid w:val="00C733AF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E5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58C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C45E9"/>
    <w:rsid w:val="001D309D"/>
    <w:rsid w:val="0049171C"/>
    <w:rsid w:val="00710200"/>
    <w:rsid w:val="00790E1D"/>
    <w:rsid w:val="0087094D"/>
    <w:rsid w:val="008A2BB4"/>
    <w:rsid w:val="00B72819"/>
    <w:rsid w:val="00BE31C7"/>
    <w:rsid w:val="00C171F1"/>
    <w:rsid w:val="00C601C7"/>
    <w:rsid w:val="00C733A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2024-11-11T12:21:00Z</dcterms:created>
  <dcterms:modified xsi:type="dcterms:W3CDTF">2024-11-11T12:21:00Z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